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4CD" w:rsidRPr="00F24798" w:rsidRDefault="00F464CD" w:rsidP="00F24798">
      <w:pPr>
        <w:rPr>
          <w:rFonts w:ascii="黑体" w:eastAsia="黑体" w:hAnsi="黑体"/>
          <w:sz w:val="32"/>
          <w:szCs w:val="32"/>
        </w:rPr>
      </w:pPr>
      <w:r w:rsidRPr="00F24798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6</w:t>
      </w:r>
    </w:p>
    <w:p w:rsidR="00F464CD" w:rsidRPr="004600E1" w:rsidRDefault="00F464CD" w:rsidP="00A52844"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ascii="方正小标宋简体" w:eastAsia="方正小标宋简体" w:hint="eastAsia"/>
          <w:sz w:val="44"/>
          <w:szCs w:val="44"/>
        </w:rPr>
        <w:t>成都市优秀青年教师和教坛新秀推荐人选情况</w:t>
      </w:r>
      <w:r w:rsidRPr="004600E1">
        <w:rPr>
          <w:rFonts w:ascii="方正小标宋简体" w:eastAsia="方正小标宋简体" w:hint="eastAsia"/>
          <w:sz w:val="44"/>
          <w:szCs w:val="44"/>
        </w:rPr>
        <w:t>公示</w:t>
      </w:r>
    </w:p>
    <w:bookmarkEnd w:id="0"/>
    <w:p w:rsidR="00F464CD" w:rsidRPr="00A52844" w:rsidRDefault="00F464CD" w:rsidP="001B17BB">
      <w:pPr>
        <w:ind w:firstLineChars="240" w:firstLine="31680"/>
        <w:rPr>
          <w:rFonts w:ascii="仿宋_GB2312" w:eastAsia="仿宋_GB2312"/>
          <w:sz w:val="30"/>
          <w:szCs w:val="30"/>
        </w:rPr>
      </w:pPr>
    </w:p>
    <w:p w:rsidR="00F464CD" w:rsidRDefault="00F464CD" w:rsidP="001B17BB">
      <w:pPr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</w:t>
      </w:r>
      <w:r>
        <w:rPr>
          <w:rFonts w:ascii="仿宋_GB2312" w:eastAsia="仿宋_GB2312"/>
          <w:sz w:val="32"/>
          <w:szCs w:val="32"/>
        </w:rPr>
        <w:t>XXXXX</w:t>
      </w:r>
      <w:r>
        <w:rPr>
          <w:rFonts w:ascii="仿宋_GB2312" w:eastAsia="仿宋_GB2312" w:hint="eastAsia"/>
          <w:sz w:val="32"/>
          <w:szCs w:val="32"/>
        </w:rPr>
        <w:t>《关于开展</w:t>
      </w:r>
      <w:r>
        <w:rPr>
          <w:rFonts w:ascii="仿宋_GB2312" w:eastAsia="仿宋_GB2312"/>
          <w:sz w:val="32"/>
          <w:szCs w:val="32"/>
        </w:rPr>
        <w:t>XXXXX</w:t>
      </w:r>
      <w:r>
        <w:rPr>
          <w:rFonts w:ascii="仿宋_GB2312" w:eastAsia="仿宋_GB2312" w:hint="eastAsia"/>
          <w:sz w:val="32"/>
          <w:szCs w:val="32"/>
        </w:rPr>
        <w:t>推荐选拔工作的通知》的要求，现将候选人</w:t>
      </w:r>
      <w:r>
        <w:rPr>
          <w:rFonts w:ascii="仿宋_GB2312" w:eastAsia="仿宋_GB2312"/>
          <w:sz w:val="32"/>
          <w:szCs w:val="32"/>
        </w:rPr>
        <w:t>XXX</w:t>
      </w:r>
      <w:r>
        <w:rPr>
          <w:rFonts w:ascii="仿宋_GB2312" w:eastAsia="仿宋_GB2312" w:hint="eastAsia"/>
          <w:sz w:val="32"/>
          <w:szCs w:val="32"/>
        </w:rPr>
        <w:t>同志情况进行公示</w:t>
      </w:r>
      <w:r w:rsidRPr="00A25ED8">
        <w:rPr>
          <w:rFonts w:ascii="仿宋_GB2312" w:eastAsia="仿宋_GB2312" w:hint="eastAsia"/>
          <w:sz w:val="32"/>
          <w:szCs w:val="32"/>
        </w:rPr>
        <w:t>：</w:t>
      </w:r>
    </w:p>
    <w:p w:rsidR="00F464CD" w:rsidRPr="00A52844" w:rsidRDefault="00F464CD" w:rsidP="001B17BB">
      <w:pPr>
        <w:ind w:firstLineChars="200" w:firstLine="31680"/>
        <w:rPr>
          <w:rFonts w:ascii="仿宋_GB2312" w:eastAsia="仿宋_GB2312"/>
          <w:b/>
          <w:sz w:val="32"/>
          <w:szCs w:val="32"/>
        </w:rPr>
      </w:pPr>
      <w:r w:rsidRPr="00A52844">
        <w:rPr>
          <w:rFonts w:ascii="仿宋_GB2312" w:eastAsia="仿宋_GB2312" w:hint="eastAsia"/>
          <w:b/>
          <w:sz w:val="32"/>
          <w:szCs w:val="32"/>
        </w:rPr>
        <w:t>成都市优秀青年教师推荐人选：</w:t>
      </w:r>
    </w:p>
    <w:p w:rsidR="00F464CD" w:rsidRDefault="00F464CD" w:rsidP="001B17BB">
      <w:pPr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张三：性别</w:t>
      </w:r>
      <w:r w:rsidRPr="00A25ED8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年龄</w:t>
      </w:r>
      <w:r w:rsidRPr="00A25ED8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民</w:t>
      </w:r>
      <w:r w:rsidRPr="00A25ED8">
        <w:rPr>
          <w:rFonts w:ascii="仿宋_GB2312" w:eastAsia="仿宋_GB2312" w:hint="eastAsia"/>
          <w:sz w:val="32"/>
          <w:szCs w:val="32"/>
        </w:rPr>
        <w:t>族，</w:t>
      </w:r>
      <w:r>
        <w:rPr>
          <w:rFonts w:ascii="仿宋_GB2312" w:eastAsia="仿宋_GB2312" w:hint="eastAsia"/>
          <w:sz w:val="32"/>
          <w:szCs w:val="32"/>
        </w:rPr>
        <w:t>籍贯</w:t>
      </w:r>
      <w:r w:rsidRPr="00A25ED8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政治面貌</w:t>
      </w:r>
      <w:r w:rsidRPr="00A25ED8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学历，</w:t>
      </w:r>
      <w:r w:rsidRPr="00C76CD8">
        <w:rPr>
          <w:rFonts w:ascii="仿宋_GB2312" w:eastAsia="仿宋_GB2312" w:hint="eastAsia"/>
          <w:sz w:val="32"/>
          <w:szCs w:val="32"/>
        </w:rPr>
        <w:t>现任</w:t>
      </w:r>
      <w:r>
        <w:rPr>
          <w:rFonts w:ascii="仿宋_GB2312" w:eastAsia="仿宋_GB2312" w:hint="eastAsia"/>
          <w:sz w:val="32"/>
          <w:szCs w:val="32"/>
        </w:rPr>
        <w:t>职（岗位）</w:t>
      </w:r>
    </w:p>
    <w:p w:rsidR="00F464CD" w:rsidRPr="00A52844" w:rsidRDefault="00F464CD" w:rsidP="001B17BB">
      <w:pPr>
        <w:ind w:firstLineChars="200" w:firstLine="31680"/>
        <w:rPr>
          <w:rFonts w:ascii="仿宋_GB2312" w:eastAsia="仿宋_GB2312"/>
          <w:b/>
          <w:sz w:val="32"/>
          <w:szCs w:val="32"/>
        </w:rPr>
      </w:pPr>
      <w:r w:rsidRPr="00A52844">
        <w:rPr>
          <w:rFonts w:ascii="仿宋_GB2312" w:eastAsia="仿宋_GB2312" w:hint="eastAsia"/>
          <w:b/>
          <w:sz w:val="32"/>
          <w:szCs w:val="32"/>
        </w:rPr>
        <w:t>成都市教坛新秀推荐人选：</w:t>
      </w:r>
    </w:p>
    <w:p w:rsidR="00F464CD" w:rsidRPr="00A25ED8" w:rsidRDefault="00F464CD" w:rsidP="001B17BB">
      <w:pPr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李四：性别</w:t>
      </w:r>
      <w:r w:rsidRPr="00A25ED8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年龄</w:t>
      </w:r>
      <w:r w:rsidRPr="00A25ED8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民</w:t>
      </w:r>
      <w:r w:rsidRPr="00A25ED8">
        <w:rPr>
          <w:rFonts w:ascii="仿宋_GB2312" w:eastAsia="仿宋_GB2312" w:hint="eastAsia"/>
          <w:sz w:val="32"/>
          <w:szCs w:val="32"/>
        </w:rPr>
        <w:t>族，</w:t>
      </w:r>
      <w:r>
        <w:rPr>
          <w:rFonts w:ascii="仿宋_GB2312" w:eastAsia="仿宋_GB2312" w:hint="eastAsia"/>
          <w:sz w:val="32"/>
          <w:szCs w:val="32"/>
        </w:rPr>
        <w:t>籍贯</w:t>
      </w:r>
      <w:r w:rsidRPr="00A25ED8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政治面貌</w:t>
      </w:r>
      <w:r w:rsidRPr="00A25ED8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学历，</w:t>
      </w:r>
      <w:r w:rsidRPr="00C76CD8">
        <w:rPr>
          <w:rFonts w:ascii="仿宋_GB2312" w:eastAsia="仿宋_GB2312" w:hint="eastAsia"/>
          <w:sz w:val="32"/>
          <w:szCs w:val="32"/>
        </w:rPr>
        <w:t>现任</w:t>
      </w:r>
      <w:r>
        <w:rPr>
          <w:rFonts w:ascii="仿宋_GB2312" w:eastAsia="仿宋_GB2312" w:hint="eastAsia"/>
          <w:sz w:val="32"/>
          <w:szCs w:val="32"/>
        </w:rPr>
        <w:t>（单位名称、学段、学科、具体任职）。</w:t>
      </w:r>
    </w:p>
    <w:p w:rsidR="00F464CD" w:rsidRPr="00A25ED8" w:rsidRDefault="00F464CD" w:rsidP="001B17BB">
      <w:pPr>
        <w:ind w:firstLineChars="225" w:firstLine="31680"/>
        <w:rPr>
          <w:rFonts w:ascii="仿宋_GB2312" w:eastAsia="仿宋_GB2312"/>
          <w:sz w:val="32"/>
          <w:szCs w:val="32"/>
        </w:rPr>
      </w:pPr>
      <w:r w:rsidRPr="00A25ED8">
        <w:rPr>
          <w:rFonts w:ascii="仿宋_GB2312" w:eastAsia="仿宋_GB2312" w:hint="eastAsia"/>
          <w:sz w:val="32"/>
          <w:szCs w:val="32"/>
        </w:rPr>
        <w:t>如有情况需要反映的，请于</w:t>
      </w:r>
      <w:r>
        <w:rPr>
          <w:rFonts w:ascii="仿宋_GB2312" w:eastAsia="仿宋_GB2312"/>
          <w:sz w:val="32"/>
          <w:szCs w:val="32"/>
        </w:rPr>
        <w:t>5</w:t>
      </w:r>
      <w:r w:rsidRPr="00A25ED8">
        <w:rPr>
          <w:rFonts w:ascii="仿宋_GB2312" w:eastAsia="仿宋_GB2312" w:hint="eastAsia"/>
          <w:sz w:val="32"/>
          <w:szCs w:val="32"/>
        </w:rPr>
        <w:t>日内（</w:t>
      </w:r>
      <w:r w:rsidRPr="00A25ED8"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/>
          <w:sz w:val="32"/>
          <w:szCs w:val="32"/>
        </w:rPr>
        <w:t>5</w:t>
      </w:r>
      <w:r w:rsidRPr="00A25ED8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X</w:t>
      </w:r>
      <w:r w:rsidRPr="00A25ED8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日</w:t>
      </w:r>
      <w:r w:rsidRPr="00A25ED8">
        <w:rPr>
          <w:rFonts w:ascii="仿宋_GB2312" w:eastAsia="仿宋_GB2312"/>
          <w:sz w:val="32"/>
          <w:szCs w:val="32"/>
        </w:rPr>
        <w:t>-</w:t>
      </w:r>
      <w:r>
        <w:rPr>
          <w:rFonts w:ascii="仿宋_GB2312" w:eastAsia="仿宋_GB2312"/>
          <w:sz w:val="32"/>
          <w:szCs w:val="32"/>
        </w:rPr>
        <w:t>X</w:t>
      </w:r>
      <w:r w:rsidRPr="00A25ED8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X</w:t>
      </w:r>
      <w:r w:rsidRPr="00A25ED8">
        <w:rPr>
          <w:rFonts w:ascii="仿宋_GB2312" w:eastAsia="仿宋_GB2312" w:hint="eastAsia"/>
          <w:sz w:val="32"/>
          <w:szCs w:val="32"/>
        </w:rPr>
        <w:t>日）以真实姓名向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XXXXX</w:t>
      </w:r>
      <w:r>
        <w:rPr>
          <w:rFonts w:ascii="仿宋_GB2312" w:eastAsia="仿宋_GB2312" w:hint="eastAsia"/>
          <w:sz w:val="32"/>
          <w:szCs w:val="32"/>
        </w:rPr>
        <w:t>单位）</w:t>
      </w:r>
      <w:r w:rsidRPr="00A25ED8">
        <w:rPr>
          <w:rFonts w:ascii="仿宋_GB2312" w:eastAsia="仿宋_GB2312" w:hint="eastAsia"/>
          <w:sz w:val="32"/>
          <w:szCs w:val="32"/>
        </w:rPr>
        <w:t>电话、书面反映或面谈。</w:t>
      </w:r>
    </w:p>
    <w:p w:rsidR="00F464CD" w:rsidRPr="00A25ED8" w:rsidRDefault="00F464CD" w:rsidP="001B17BB">
      <w:pPr>
        <w:ind w:firstLineChars="225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XXXX</w:t>
      </w:r>
      <w:r>
        <w:rPr>
          <w:rFonts w:ascii="仿宋_GB2312" w:eastAsia="仿宋_GB2312" w:hint="eastAsia"/>
          <w:sz w:val="32"/>
          <w:szCs w:val="32"/>
        </w:rPr>
        <w:t>（单位名称）</w:t>
      </w:r>
      <w:r w:rsidRPr="00A25ED8">
        <w:rPr>
          <w:rFonts w:ascii="仿宋_GB2312" w:eastAsia="仿宋_GB2312" w:hint="eastAsia"/>
          <w:sz w:val="32"/>
          <w:szCs w:val="32"/>
        </w:rPr>
        <w:t>电话：</w:t>
      </w:r>
      <w:r w:rsidRPr="00A25ED8">
        <w:rPr>
          <w:rFonts w:ascii="仿宋_GB2312" w:eastAsia="仿宋_GB2312"/>
          <w:sz w:val="32"/>
          <w:szCs w:val="32"/>
        </w:rPr>
        <w:t>6188</w:t>
      </w:r>
      <w:r>
        <w:rPr>
          <w:rFonts w:ascii="仿宋_GB2312" w:eastAsia="仿宋_GB2312"/>
          <w:sz w:val="32"/>
          <w:szCs w:val="32"/>
        </w:rPr>
        <w:t>XXXX</w:t>
      </w:r>
    </w:p>
    <w:p w:rsidR="00F464CD" w:rsidRDefault="00F464CD" w:rsidP="001B17BB">
      <w:pPr>
        <w:ind w:firstLineChars="225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XXXXX</w:t>
      </w:r>
      <w:r>
        <w:rPr>
          <w:rFonts w:ascii="仿宋_GB2312" w:eastAsia="仿宋_GB2312" w:hint="eastAsia"/>
          <w:sz w:val="32"/>
          <w:szCs w:val="32"/>
        </w:rPr>
        <w:t>（单位名称）电话</w:t>
      </w:r>
      <w:r w:rsidRPr="00A25ED8"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</w:rPr>
        <w:t>XXXXXXXX</w:t>
      </w:r>
    </w:p>
    <w:p w:rsidR="00F464CD" w:rsidRPr="007653F5" w:rsidRDefault="00F464CD" w:rsidP="001B17BB">
      <w:pPr>
        <w:ind w:firstLineChars="24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办公地址：</w:t>
      </w:r>
      <w:r>
        <w:rPr>
          <w:rFonts w:ascii="仿宋_GB2312" w:eastAsia="仿宋_GB2312"/>
          <w:sz w:val="32"/>
          <w:szCs w:val="32"/>
        </w:rPr>
        <w:t>XXXXXXXXXXXXXXX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F464CD" w:rsidRPr="00A25ED8" w:rsidRDefault="00F464CD" w:rsidP="001B17BB">
      <w:pPr>
        <w:ind w:firstLineChars="225" w:firstLine="31680"/>
        <w:rPr>
          <w:rFonts w:ascii="仿宋_GB2312" w:eastAsia="仿宋_GB2312"/>
          <w:sz w:val="32"/>
          <w:szCs w:val="32"/>
        </w:rPr>
      </w:pPr>
      <w:r w:rsidRPr="00A25ED8">
        <w:rPr>
          <w:rFonts w:ascii="仿宋_GB2312" w:eastAsia="仿宋_GB2312" w:hint="eastAsia"/>
          <w:sz w:val="32"/>
          <w:szCs w:val="32"/>
        </w:rPr>
        <w:t>特此公示</w:t>
      </w:r>
    </w:p>
    <w:p w:rsidR="00F464CD" w:rsidRPr="00A25ED8" w:rsidRDefault="00F464CD" w:rsidP="001B17BB">
      <w:pPr>
        <w:ind w:firstLineChars="225" w:firstLine="31680"/>
        <w:rPr>
          <w:rFonts w:ascii="仿宋_GB2312" w:eastAsia="仿宋_GB2312"/>
          <w:sz w:val="32"/>
          <w:szCs w:val="32"/>
        </w:rPr>
      </w:pPr>
    </w:p>
    <w:p w:rsidR="00F464CD" w:rsidRPr="00A25ED8" w:rsidRDefault="00F464CD" w:rsidP="001B17BB">
      <w:pPr>
        <w:ind w:firstLineChars="155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公示单位（盖章</w:t>
      </w:r>
      <w:r>
        <w:rPr>
          <w:rFonts w:ascii="仿宋_GB2312" w:eastAsia="仿宋_GB2312"/>
          <w:sz w:val="32"/>
          <w:szCs w:val="32"/>
        </w:rPr>
        <w:t>)</w:t>
      </w:r>
    </w:p>
    <w:p w:rsidR="00F464CD" w:rsidRPr="001B17BB" w:rsidRDefault="00F464CD" w:rsidP="001B17BB">
      <w:pPr>
        <w:ind w:firstLineChars="1107" w:firstLine="3168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2014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F464CD" w:rsidRPr="001B17BB" w:rsidSect="00F24798">
      <w:pgSz w:w="11906" w:h="16838"/>
      <w:pgMar w:top="1531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4CD" w:rsidRDefault="00F464CD" w:rsidP="00A52844">
      <w:r>
        <w:separator/>
      </w:r>
    </w:p>
  </w:endnote>
  <w:endnote w:type="continuationSeparator" w:id="1">
    <w:p w:rsidR="00F464CD" w:rsidRDefault="00F464CD" w:rsidP="00A52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4CD" w:rsidRDefault="00F464CD" w:rsidP="00A52844">
      <w:r>
        <w:separator/>
      </w:r>
    </w:p>
  </w:footnote>
  <w:footnote w:type="continuationSeparator" w:id="1">
    <w:p w:rsidR="00F464CD" w:rsidRDefault="00F464CD" w:rsidP="00A528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24D9"/>
    <w:rsid w:val="000B7782"/>
    <w:rsid w:val="001B17BB"/>
    <w:rsid w:val="004600E1"/>
    <w:rsid w:val="00510E70"/>
    <w:rsid w:val="0058654C"/>
    <w:rsid w:val="00691CB2"/>
    <w:rsid w:val="006B6FAF"/>
    <w:rsid w:val="007653F5"/>
    <w:rsid w:val="007A103E"/>
    <w:rsid w:val="00904884"/>
    <w:rsid w:val="00924FD8"/>
    <w:rsid w:val="00945E40"/>
    <w:rsid w:val="00A25ED8"/>
    <w:rsid w:val="00A52844"/>
    <w:rsid w:val="00A70483"/>
    <w:rsid w:val="00B706C3"/>
    <w:rsid w:val="00C76CD8"/>
    <w:rsid w:val="00E25FE2"/>
    <w:rsid w:val="00F24798"/>
    <w:rsid w:val="00F324D9"/>
    <w:rsid w:val="00F46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844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528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52844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A52844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52844"/>
    <w:rPr>
      <w:rFonts w:cs="Times New Roman"/>
      <w:sz w:val="18"/>
      <w:szCs w:val="18"/>
    </w:rPr>
  </w:style>
  <w:style w:type="paragraph" w:customStyle="1" w:styleId="Char">
    <w:name w:val="Char"/>
    <w:basedOn w:val="Normal"/>
    <w:autoRedefine/>
    <w:uiPriority w:val="99"/>
    <w:rsid w:val="00A52844"/>
    <w:pPr>
      <w:tabs>
        <w:tab w:val="num" w:pos="360"/>
      </w:tabs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6E8A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49</Words>
  <Characters>283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</dc:title>
  <dc:subject/>
  <dc:creator>周宏</dc:creator>
  <cp:keywords/>
  <dc:description/>
  <cp:lastModifiedBy>mm</cp:lastModifiedBy>
  <cp:revision>3</cp:revision>
  <dcterms:created xsi:type="dcterms:W3CDTF">2015-05-14T09:16:00Z</dcterms:created>
  <dcterms:modified xsi:type="dcterms:W3CDTF">2015-05-15T03:22:00Z</dcterms:modified>
</cp:coreProperties>
</file>